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0F5" w:rsidRDefault="005D70F5" w:rsidP="005923A2">
      <w:pPr>
        <w:rPr>
          <w:rFonts w:ascii="Times New Roman" w:hAnsi="Times New Roman"/>
          <w:b/>
          <w:sz w:val="28"/>
          <w:szCs w:val="28"/>
        </w:rPr>
      </w:pPr>
      <w:r w:rsidRPr="005923A2">
        <w:rPr>
          <w:rFonts w:ascii="Times New Roman" w:hAnsi="Times New Roman"/>
          <w:b/>
          <w:sz w:val="28"/>
          <w:szCs w:val="28"/>
        </w:rPr>
        <w:t xml:space="preserve">What Is a Hyfrecator and How Can It Treat Pearly Penile Papules </w:t>
      </w:r>
    </w:p>
    <w:p w:rsidR="005D70F5" w:rsidRDefault="005D70F5" w:rsidP="005923A2">
      <w:pPr>
        <w:rPr>
          <w:rFonts w:ascii="Times New Roman" w:hAnsi="Times New Roman"/>
          <w:sz w:val="24"/>
          <w:szCs w:val="24"/>
        </w:rPr>
      </w:pPr>
      <w:r>
        <w:rPr>
          <w:rFonts w:ascii="Times New Roman" w:hAnsi="Times New Roman"/>
          <w:sz w:val="24"/>
          <w:szCs w:val="24"/>
        </w:rPr>
        <w:t xml:space="preserve">If you suffer from pearly penile papules you certainly know how hard it is to cope with them each and every day, to wake up in the morning hoping that they were gone and discover that they are still there and to pray that your partner does not notice them. Also, you know that remedies for this type of skin condition are quite a few and some of them have dangerous side effects, which may worsen your condition instead of improving it. </w:t>
      </w:r>
    </w:p>
    <w:p w:rsidR="005D70F5" w:rsidRDefault="005D70F5" w:rsidP="005923A2">
      <w:pPr>
        <w:rPr>
          <w:rFonts w:ascii="Times New Roman" w:hAnsi="Times New Roman"/>
          <w:sz w:val="24"/>
          <w:szCs w:val="24"/>
        </w:rPr>
      </w:pPr>
      <w:r>
        <w:rPr>
          <w:rFonts w:ascii="Times New Roman" w:hAnsi="Times New Roman"/>
          <w:sz w:val="24"/>
          <w:szCs w:val="24"/>
        </w:rPr>
        <w:t xml:space="preserve">One of the means of treatment which seem to have positive effects in the treatment of pearly penile papules is the Hyfrecator. The Hyfrecator is a device which uses low powered alternative current electrical pulse in order to treat several skin conditions among which pearly penile papules. The electrode from the end of the Hyfrecator’s arm is directed to the area to be treated and a lower or bigger power is applied on the bumps. There are different types of equipment which with the treatment can be made, so the way in which the procedure may differ slightly from one device to another and from one medical office to another. </w:t>
      </w:r>
    </w:p>
    <w:p w:rsidR="005D70F5" w:rsidRDefault="005D70F5" w:rsidP="005923A2">
      <w:pPr>
        <w:rPr>
          <w:rFonts w:ascii="Times New Roman" w:hAnsi="Times New Roman"/>
          <w:sz w:val="24"/>
          <w:szCs w:val="24"/>
        </w:rPr>
      </w:pPr>
      <w:r>
        <w:rPr>
          <w:rFonts w:ascii="Times New Roman" w:hAnsi="Times New Roman"/>
          <w:sz w:val="24"/>
          <w:szCs w:val="24"/>
        </w:rPr>
        <w:t xml:space="preserve">There are two ways in which you can do the treatment. You can either choose to remove all the bumps at once, method which yet will not guarantee you that all the papules will be indeed removed, or you can choose to remove them in more sessions. This latter alternative should be used if there is a greater number of bumps to be removed. This way you will be sure that all those ugly bumps will be removed and your penis will look and feel normal again. </w:t>
      </w:r>
    </w:p>
    <w:p w:rsidR="005D70F5" w:rsidRDefault="005D70F5" w:rsidP="005923A2">
      <w:pPr>
        <w:rPr>
          <w:rFonts w:ascii="Times New Roman" w:hAnsi="Times New Roman"/>
          <w:sz w:val="24"/>
          <w:szCs w:val="24"/>
        </w:rPr>
      </w:pPr>
      <w:r>
        <w:rPr>
          <w:rFonts w:ascii="Times New Roman" w:hAnsi="Times New Roman"/>
          <w:sz w:val="24"/>
          <w:szCs w:val="24"/>
        </w:rPr>
        <w:t xml:space="preserve">Even though the possibility of having your penis the way it used to be before the apparition of pearly penile papules after just few sessions with the Hyfrecator may be tempting, you should consider the risks to which you are exposing yourself before actually undergoing the procedure. The skin from the penis is quite sensitive and several side effects have been reported after undergoing this type of surgery procedures, so you should carefully evaluate the advantages and disadvantages before choosing to move further on. </w:t>
      </w:r>
    </w:p>
    <w:p w:rsidR="005D70F5" w:rsidRDefault="005D70F5" w:rsidP="005923A2">
      <w:pPr>
        <w:rPr>
          <w:rFonts w:ascii="Times New Roman" w:hAnsi="Times New Roman"/>
          <w:sz w:val="24"/>
          <w:szCs w:val="24"/>
        </w:rPr>
      </w:pPr>
      <w:r>
        <w:rPr>
          <w:rFonts w:ascii="Times New Roman" w:hAnsi="Times New Roman"/>
          <w:sz w:val="24"/>
          <w:szCs w:val="24"/>
        </w:rPr>
        <w:t>Resource box:</w:t>
      </w:r>
    </w:p>
    <w:p w:rsidR="005D70F5" w:rsidRDefault="005D70F5" w:rsidP="005923A2">
      <w:pPr>
        <w:rPr>
          <w:rFonts w:ascii="Times New Roman" w:hAnsi="Times New Roman"/>
          <w:sz w:val="24"/>
          <w:szCs w:val="24"/>
        </w:rPr>
      </w:pPr>
      <w:r>
        <w:rPr>
          <w:rFonts w:ascii="Times New Roman" w:hAnsi="Times New Roman"/>
          <w:sz w:val="24"/>
          <w:szCs w:val="24"/>
        </w:rPr>
        <w:t xml:space="preserve">If you want a guaranteed method which will get you rid of pearly penile papules in a short period of time, without any risks or side effects and without spending too many money on it, then </w:t>
      </w:r>
      <w:r w:rsidRPr="00B300D2">
        <w:rPr>
          <w:rFonts w:ascii="Times New Roman" w:hAnsi="Times New Roman"/>
          <w:sz w:val="24"/>
          <w:szCs w:val="24"/>
        </w:rPr>
        <w:t>&lt;a href="http://www.pearlypapulesremoval.com"&gt;Click Here...&lt;/a&gt;</w:t>
      </w:r>
      <w:r>
        <w:rPr>
          <w:rFonts w:ascii="Times New Roman" w:hAnsi="Times New Roman"/>
          <w:sz w:val="24"/>
          <w:szCs w:val="24"/>
        </w:rPr>
        <w:t xml:space="preserve"> You will learn what to do to make the bumps disappear and have a normal, healthy penis again. </w:t>
      </w:r>
      <w:bookmarkStart w:id="0" w:name="_GoBack"/>
      <w:bookmarkEnd w:id="0"/>
    </w:p>
    <w:p w:rsidR="005D70F5" w:rsidRPr="002808C8" w:rsidRDefault="005D70F5" w:rsidP="005923A2">
      <w:pPr>
        <w:rPr>
          <w:rFonts w:ascii="Times New Roman" w:hAnsi="Times New Roman"/>
          <w:sz w:val="24"/>
          <w:szCs w:val="24"/>
        </w:rPr>
      </w:pPr>
      <w:r w:rsidRPr="002808C8">
        <w:rPr>
          <w:rFonts w:ascii="Times New Roman" w:hAnsi="Times New Roman"/>
          <w:sz w:val="24"/>
          <w:szCs w:val="24"/>
        </w:rPr>
        <w:t>&lt;a href="http://www.pearlypapulesremoval.com"&gt;Pearly Papules Removal&lt;/a&gt;</w:t>
      </w:r>
    </w:p>
    <w:p w:rsidR="005D70F5" w:rsidRDefault="005D70F5"/>
    <w:sectPr w:rsidR="005D70F5" w:rsidSect="005923A2">
      <w:pgSz w:w="12240" w:h="15840"/>
      <w:pgMar w:top="142"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C01728"/>
    <w:multiLevelType w:val="hybridMultilevel"/>
    <w:tmpl w:val="1D10537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23A2"/>
    <w:rsid w:val="002808C8"/>
    <w:rsid w:val="00351099"/>
    <w:rsid w:val="003D564F"/>
    <w:rsid w:val="004D5E34"/>
    <w:rsid w:val="005923A2"/>
    <w:rsid w:val="005D70F5"/>
    <w:rsid w:val="00670419"/>
    <w:rsid w:val="006B09B2"/>
    <w:rsid w:val="007D45AE"/>
    <w:rsid w:val="00A85471"/>
    <w:rsid w:val="00AD72CA"/>
    <w:rsid w:val="00B13713"/>
    <w:rsid w:val="00B300D2"/>
    <w:rsid w:val="00C533A1"/>
    <w:rsid w:val="00C95C20"/>
    <w:rsid w:val="00D56B14"/>
    <w:rsid w:val="00F3276B"/>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64F"/>
    <w:pPr>
      <w:spacing w:after="200" w:line="276"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923A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75</TotalTime>
  <Pages>1</Pages>
  <Words>380</Words>
  <Characters>2171</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Cici</dc:creator>
  <cp:keywords/>
  <dc:description/>
  <cp:lastModifiedBy>joe</cp:lastModifiedBy>
  <cp:revision>21</cp:revision>
  <dcterms:created xsi:type="dcterms:W3CDTF">2010-06-18T17:13:00Z</dcterms:created>
  <dcterms:modified xsi:type="dcterms:W3CDTF">2010-06-22T16:58:00Z</dcterms:modified>
</cp:coreProperties>
</file>